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028037F8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CB09A0">
            <w:rPr>
              <w:rStyle w:val="Nzevakce"/>
            </w:rPr>
            <w:t>3</w:t>
          </w:r>
          <w:r w:rsidR="00DD2149">
            <w:rPr>
              <w:rStyle w:val="Nzevakce"/>
            </w:rPr>
            <w:t>93</w:t>
          </w:r>
          <w:r w:rsidRPr="00B562DE">
            <w:rPr>
              <w:rStyle w:val="Nzevakce"/>
            </w:rPr>
            <w:t xml:space="preserve">) v km </w:t>
          </w:r>
          <w:r w:rsidR="00DD2149">
            <w:rPr>
              <w:rStyle w:val="Nzevakce"/>
            </w:rPr>
            <w:t xml:space="preserve">0,645 trati </w:t>
          </w:r>
          <w:r w:rsidR="00CB09A0">
            <w:rPr>
              <w:rStyle w:val="Nzevakce"/>
            </w:rPr>
            <w:t>Mikulovice</w:t>
          </w:r>
          <w:r w:rsidR="00DD2149">
            <w:rPr>
              <w:rStyle w:val="Nzevakce"/>
            </w:rPr>
            <w:t xml:space="preserve"> – Zlaté Hory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227E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227E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227E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227E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227E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37F52198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227E9A">
        <w:rPr>
          <w:i/>
        </w:rPr>
        <w:t>C</w:t>
      </w:r>
      <w:bookmarkStart w:id="8" w:name="_GoBack"/>
      <w:bookmarkEnd w:id="8"/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227E9A">
        <w:rPr>
          <w:i/>
        </w:rPr>
        <w:t>393</w:t>
      </w:r>
      <w:r w:rsidR="00F17F49" w:rsidRPr="00B562DE">
        <w:rPr>
          <w:i/>
        </w:rPr>
        <w:t>_</w:t>
      </w:r>
      <w:r w:rsidR="002F7330" w:rsidRPr="00B562DE">
        <w:rPr>
          <w:i/>
        </w:rPr>
        <w:t xml:space="preserve"> </w:t>
      </w:r>
      <w:r w:rsidR="00F17F49" w:rsidRPr="00B562DE">
        <w:rPr>
          <w:i/>
        </w:rPr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1469E966" w:rsidR="00A6753E" w:rsidRPr="00A6753E" w:rsidRDefault="00B562DE" w:rsidP="00DD2149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43</w:t>
            </w:r>
            <w:r w:rsidR="00DD214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93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DD214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0,645 trati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Mikulovice</w:t>
            </w:r>
            <w:r w:rsidR="00DD214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– Zlaté Hory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D26FFAD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562DE" w:rsidRPr="00B562DE">
        <w:rPr>
          <w:i/>
        </w:rPr>
        <w:t>Stavba_</w:t>
      </w:r>
      <w:r w:rsidR="00DD2149">
        <w:rPr>
          <w:i/>
        </w:rPr>
        <w:t>C</w:t>
      </w:r>
      <w:r w:rsidR="00B562DE" w:rsidRPr="00B562DE">
        <w:rPr>
          <w:i/>
        </w:rPr>
        <w:t>_P4</w:t>
      </w:r>
      <w:r w:rsidR="00CE64A9">
        <w:rPr>
          <w:i/>
        </w:rPr>
        <w:t>3</w:t>
      </w:r>
      <w:r w:rsidR="00DD2149">
        <w:rPr>
          <w:i/>
        </w:rPr>
        <w:t>93</w:t>
      </w:r>
      <w:r w:rsidR="00B562DE" w:rsidRPr="00B562DE">
        <w:rPr>
          <w:i/>
        </w:rPr>
        <w:t>_Požadavky na výkon a funkci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577DEAE9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</w:t>
      </w:r>
      <w:r w:rsidR="00DD2149">
        <w:rPr>
          <w:i/>
        </w:rPr>
        <w:t>C</w:t>
      </w:r>
      <w:r w:rsidR="00B562DE" w:rsidRPr="00B562DE">
        <w:rPr>
          <w:i/>
        </w:rPr>
        <w:t>_P4</w:t>
      </w:r>
      <w:r w:rsidR="00CE64A9">
        <w:rPr>
          <w:i/>
        </w:rPr>
        <w:t>3</w:t>
      </w:r>
      <w:r w:rsidR="00DD2149">
        <w:rPr>
          <w:i/>
        </w:rPr>
        <w:t>93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1D1778D1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</w:t>
      </w:r>
      <w:r w:rsidR="00DD2149">
        <w:rPr>
          <w:i/>
        </w:rPr>
        <w:t>C</w:t>
      </w:r>
      <w:r w:rsidR="00B562DE" w:rsidRPr="00B562DE">
        <w:rPr>
          <w:i/>
        </w:rPr>
        <w:t>_P4</w:t>
      </w:r>
      <w:r w:rsidR="00CE64A9">
        <w:rPr>
          <w:i/>
        </w:rPr>
        <w:t>3</w:t>
      </w:r>
      <w:r w:rsidR="00DD2149">
        <w:rPr>
          <w:i/>
        </w:rPr>
        <w:t>93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7E9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7E9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DD2149" w:rsidP="00C87634">
          <w:pPr>
            <w:pStyle w:val="Zpatvlevo"/>
          </w:pPr>
          <w:fldSimple w:instr=" STYLEREF  _Název_akce  \* MERGEFORMAT ">
            <w:r w:rsidR="00227E9A" w:rsidRPr="00227E9A">
              <w:rPr>
                <w:bCs/>
                <w:noProof/>
              </w:rPr>
              <w:t>Doplnění</w:t>
            </w:r>
            <w:r w:rsidR="00227E9A">
              <w:rPr>
                <w:noProof/>
              </w:rPr>
              <w:t xml:space="preserve"> závor na PZS (P4393) v km 0,645 trati Mikulovice – Zlaté Hory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DD2149" w:rsidP="00C87634">
          <w:pPr>
            <w:pStyle w:val="Zpatvpravo"/>
          </w:pPr>
          <w:fldSimple w:instr=" STYLEREF  _Název_akce  \* MERGEFORMAT ">
            <w:r w:rsidR="00227E9A" w:rsidRPr="00227E9A">
              <w:rPr>
                <w:bCs/>
                <w:noProof/>
              </w:rPr>
              <w:t>Doplnění závor</w:t>
            </w:r>
            <w:r w:rsidR="00227E9A">
              <w:rPr>
                <w:noProof/>
              </w:rPr>
              <w:t xml:space="preserve"> na PZS (P4393) v km 0,645 trati Mikulovice – Zlaté Hory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7E9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7E9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27E9A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87D24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2149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71B322-3B87-47B6-B28C-5929DB83B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1589</Words>
  <Characters>9379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4</cp:revision>
  <cp:lastPrinted>2019-03-13T10:28:00Z</cp:lastPrinted>
  <dcterms:created xsi:type="dcterms:W3CDTF">2021-02-24T09:16:00Z</dcterms:created>
  <dcterms:modified xsi:type="dcterms:W3CDTF">2021-02-24T09:23:00Z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